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3E85F08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369BA8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7A2558BB" w14:textId="3A2083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0503D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P="00EA4832" w:rsidRDefault="00EA4832" w14:paraId="05C9E4AA" w14:textId="12D027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0503D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="0050503D" w:rsidP="0050503D" w:rsidRDefault="00445970" w14:paraId="583BEB83" w14:textId="08D4E36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0503D">
        <w:rPr>
          <w:rFonts w:ascii="Corbel" w:hAnsi="Corbel"/>
          <w:sz w:val="20"/>
          <w:szCs w:val="20"/>
        </w:rPr>
        <w:t>2022/2023, 2023/2024</w:t>
      </w:r>
    </w:p>
    <w:p w:rsidRPr="009C54AE" w:rsidR="0085747A" w:rsidP="009C54AE" w:rsidRDefault="0085747A" w14:paraId="57A82A6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96F6F3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7D2B0C" w:rsidTr="0E09E4B5" w14:paraId="180F5822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730B25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0503D" w:rsidR="007D2B0C" w:rsidP="0E09E4B5" w:rsidRDefault="007D2B0C" w14:paraId="553C8216" w14:textId="520FBCB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E09E4B5" w:rsidR="007D2B0C">
              <w:rPr>
                <w:rFonts w:ascii="Corbel" w:hAnsi="Corbel"/>
                <w:b w:val="0"/>
                <w:bCs w:val="0"/>
                <w:sz w:val="24"/>
                <w:szCs w:val="24"/>
              </w:rPr>
              <w:t>Praktyki zawodowe</w:t>
            </w:r>
          </w:p>
        </w:tc>
      </w:tr>
      <w:tr w:rsidRPr="009C54AE" w:rsidR="007D2B0C" w:rsidTr="0E09E4B5" w14:paraId="3D22D821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1FB4C9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6BC7E2C4" w14:textId="40C7A0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P1S[4-5]</w:t>
            </w:r>
            <w:r w:rsidRPr="00166A50">
              <w:rPr>
                <w:rFonts w:ascii="Corbel" w:hAnsi="Corbel"/>
                <w:b w:val="0"/>
                <w:bCs/>
                <w:sz w:val="24"/>
                <w:szCs w:val="24"/>
              </w:rPr>
              <w:t>O_06</w:t>
            </w:r>
          </w:p>
        </w:tc>
      </w:tr>
      <w:tr w:rsidRPr="009C54AE" w:rsidR="007D2B0C" w:rsidTr="0E09E4B5" w14:paraId="1B928A68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7CCA2DF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0F0CEE81" w14:textId="455BCD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7D2B0C" w:rsidTr="0E09E4B5" w14:paraId="3CBF29E3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5FD473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29057C08" w14:textId="6DE3E8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6A5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7D2B0C" w:rsidTr="0E09E4B5" w14:paraId="360E5CE5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0CB6B9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4B36A570" w14:textId="5B6B6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7D2B0C" w:rsidTr="0E09E4B5" w14:paraId="44AB1E01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600E82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5B8CB502" w14:textId="433E3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7D2B0C" w:rsidTr="0E09E4B5" w14:paraId="7C2A4E19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73AAE7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2335EC" w14:paraId="31047336" w14:textId="5FBAEA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D2B0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7D2B0C" w:rsidTr="0E09E4B5" w14:paraId="1A3F5BE5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7E031D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2335EC" w14:paraId="1D500FEC" w14:textId="57473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D2B0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2335EC" w:rsidR="007D2B0C" w:rsidTr="0E09E4B5" w14:paraId="0120B2AF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0BB50E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5B6F40" w:rsidR="007D2B0C" w:rsidP="007D2B0C" w:rsidRDefault="007D2B0C" w14:paraId="71FF2F3F" w14:textId="6A23C0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2,</w:t>
            </w:r>
            <w:r w:rsidRPr="00787F0C" w:rsidR="005B6F40">
              <w:rPr>
                <w:rFonts w:ascii="Corbel" w:hAnsi="Corbel"/>
                <w:b w:val="0"/>
                <w:color w:val="FF0000"/>
                <w:sz w:val="24"/>
                <w:szCs w:val="24"/>
                <w:lang w:val="en-US"/>
              </w:rPr>
              <w:t xml:space="preserve"> </w:t>
            </w:r>
            <w:r w:rsidRPr="00990426" w:rsidR="005B6F40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  <w:r w:rsid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>,</w:t>
            </w:r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 w:rsidRPr="005B6F4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IV</w:t>
            </w:r>
            <w:r w:rsidRPr="005B6F40" w:rsidR="00B114AC">
              <w:rPr>
                <w:rFonts w:ascii="Corbel" w:hAnsi="Corbel"/>
                <w:b w:val="0"/>
                <w:sz w:val="24"/>
                <w:szCs w:val="24"/>
                <w:lang w:val="en-US"/>
              </w:rPr>
              <w:t>,</w:t>
            </w:r>
            <w:r w:rsidR="0050503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6F40" w:rsidR="00B114A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semestr</w:t>
            </w:r>
            <w:proofErr w:type="spellEnd"/>
            <w:r w:rsidRPr="005B6F40" w:rsidR="00B114A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V</w:t>
            </w:r>
          </w:p>
        </w:tc>
      </w:tr>
      <w:tr w:rsidRPr="009C54AE" w:rsidR="007D2B0C" w:rsidTr="0E09E4B5" w14:paraId="741AC13B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5E7397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2335EC" w14:paraId="3D9688EA" w14:textId="126EA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D2B0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Pr="009C54AE" w:rsidR="007D2B0C" w:rsidTr="0E09E4B5" w14:paraId="068C49D1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4173E5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2335EC" w14:paraId="0EB07795" w14:textId="0052A2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D2B0C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>z.</w:t>
            </w:r>
            <w:r w:rsidR="007D2B0C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7D2B0C" w:rsidTr="0E09E4B5" w14:paraId="2D17302D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4EF87B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7D2B0C" w14:paraId="469FFFD4" w14:textId="092401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7D2B0C" w:rsidTr="0E09E4B5" w14:paraId="49CE80C6" w14:textId="77777777">
        <w:tc>
          <w:tcPr>
            <w:tcW w:w="2694" w:type="dxa"/>
            <w:tcMar/>
            <w:vAlign w:val="center"/>
          </w:tcPr>
          <w:p w:rsidRPr="009C54AE" w:rsidR="007D2B0C" w:rsidP="007D2B0C" w:rsidRDefault="007D2B0C" w14:paraId="6D9FFF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7D2B0C" w:rsidP="007D2B0C" w:rsidRDefault="002A01E6" w14:paraId="6F710C71" w14:textId="403FAA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name="_Hlk55891344" w:id="0"/>
            <w:r w:rsidRPr="002A01E6">
              <w:rPr>
                <w:rFonts w:ascii="Corbel" w:hAnsi="Corbel"/>
                <w:b w:val="0"/>
                <w:sz w:val="24"/>
                <w:szCs w:val="24"/>
              </w:rPr>
              <w:t>Opiekun praktyk w miejscu odbywania praktyki zawodowej</w:t>
            </w:r>
            <w:bookmarkEnd w:id="0"/>
          </w:p>
        </w:tc>
      </w:tr>
    </w:tbl>
    <w:p w:rsidRPr="009C54AE" w:rsidR="00923D7D" w:rsidP="006D0487" w:rsidRDefault="0085747A" w14:paraId="2FCF55D2" w14:textId="5AC99A3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401C170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0AC5B2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005D2F" w14:paraId="22E144DE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F31F1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A1587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6F0D8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0A584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8DE5C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5913F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04F31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92929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327E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25AB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F2469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05D2F" w:rsidTr="00005D2F" w14:paraId="5D71A1C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05D2F" w:rsidP="00005D2F" w:rsidRDefault="00005D2F" w14:paraId="371BCF7E" w14:textId="3DB17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40F3DC41" w14:textId="01BFA3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66558E64" w14:textId="4AA046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7B4477ED" w14:textId="47BA21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0CB9CAFE" w14:textId="73B02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4EAD2A8B" w14:textId="26FA8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64460025" w14:textId="456AA2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6C8069A0" w14:textId="0B4BA4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15610555" w14:textId="57668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46163810" w14:textId="675D57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005D2F" w:rsidTr="00005D2F" w14:paraId="4E0D845D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05D2F" w:rsidP="00005D2F" w:rsidRDefault="00005D2F" w14:paraId="6B57C1E1" w14:textId="02E393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20B5C13D" w14:textId="428730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77C2F53B" w14:textId="719D81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0D46E1DB" w14:textId="4F3CFC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73534720" w14:textId="3D35AD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5CDC9C25" w14:textId="0FC96B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165F2BA8" w14:textId="2FE218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5C1A9B4E" w14:textId="5047D1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03C4DFEC" w14:textId="128220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05D2F" w:rsidP="00005D2F" w:rsidRDefault="00005D2F" w14:paraId="32CF1962" w14:textId="2B057A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005D2F" w:rsidRDefault="00923D7D" w14:paraId="30166EA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P="00F83B28" w:rsidRDefault="0085747A" w14:paraId="679F9551" w14:textId="2D792F0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:rsidRPr="009C54AE" w:rsidR="002335EC" w:rsidP="00F83B28" w:rsidRDefault="002335EC" w14:paraId="1D0E574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Pr="009C54AE" w:rsidR="002335EC" w:rsidP="002335EC" w:rsidRDefault="002335EC" w14:paraId="27EA2B8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7A5F">
        <w:rPr>
          <w:rFonts w:ascii="Corbel" w:hAnsi="Corbel" w:eastAsia="MS Gothic" w:cs="MS Gothic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2335EC" w:rsidP="002335EC" w:rsidRDefault="002335EC" w14:paraId="5D95429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BAF6BC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3C7B1A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05D2F" w:rsidP="00005D2F" w:rsidRDefault="00005D2F" w14:paraId="6DC5AB33" w14:textId="77777777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:rsidRPr="002335EC" w:rsidR="00E960BB" w:rsidP="00005D2F" w:rsidRDefault="00005D2F" w14:paraId="6D0FA481" w14:textId="348A130E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2335EC">
        <w:rPr>
          <w:rFonts w:ascii="Corbel" w:hAnsi="Corbel"/>
          <w:b w:val="0"/>
          <w:szCs w:val="24"/>
        </w:rPr>
        <w:t>zaliczenie bez oceny</w:t>
      </w:r>
    </w:p>
    <w:p w:rsidRPr="00005D2F" w:rsidR="00005D2F" w:rsidP="00005D2F" w:rsidRDefault="00005D2F" w14:paraId="3009BF54" w14:textId="77777777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:rsidR="00E960BB" w:rsidP="009C54AE" w:rsidRDefault="0085747A" w14:paraId="0C26E420" w14:textId="612E0B7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50503D" w:rsidP="009C54AE" w:rsidRDefault="0050503D" w14:paraId="3E7B2DA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2A1CD70" w14:textId="77777777">
        <w:tc>
          <w:tcPr>
            <w:tcW w:w="9670" w:type="dxa"/>
          </w:tcPr>
          <w:p w:rsidRPr="009C54AE" w:rsidR="0085747A" w:rsidP="00005D2F" w:rsidRDefault="002A01E6" w14:paraId="64FDAB4E" w14:textId="5C6B25C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01E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Ustalane przez opiekuna praktyk</w:t>
            </w:r>
            <w:r w:rsidR="002335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 ramienia instytucji, w której odbywają się </w:t>
            </w:r>
            <w:r w:rsidRPr="002A01E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praktyki zawodowe.</w:t>
            </w:r>
          </w:p>
        </w:tc>
      </w:tr>
    </w:tbl>
    <w:p w:rsidR="00153C41" w:rsidP="009C54AE" w:rsidRDefault="00153C41" w14:paraId="445336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50503D" w14:paraId="475BCD70" w14:textId="1693FDF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7E5135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A2489D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6C7BE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2A01E6" w:rsidTr="002A01E6" w14:paraId="35E5182F" w14:textId="77777777">
        <w:tc>
          <w:tcPr>
            <w:tcW w:w="845" w:type="dxa"/>
            <w:vAlign w:val="center"/>
          </w:tcPr>
          <w:p w:rsidRPr="009C54AE" w:rsidR="002A01E6" w:rsidP="002A01E6" w:rsidRDefault="002A01E6" w14:paraId="37EF17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2A01E6" w:rsidP="002A01E6" w:rsidRDefault="002A01E6" w14:paraId="23DD8070" w14:textId="5646CB8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B55"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wiedzy umożliwiającej rozróżnianie struktury i zakresu działania poszczególnych instytucji </w:t>
            </w:r>
            <w:r>
              <w:rPr>
                <w:rFonts w:ascii="Corbel" w:hAnsi="Corbel"/>
                <w:b w:val="0"/>
                <w:sz w:val="24"/>
                <w:szCs w:val="24"/>
              </w:rPr>
              <w:t>pomocy społecznej.</w:t>
            </w:r>
          </w:p>
        </w:tc>
      </w:tr>
      <w:tr w:rsidRPr="009C54AE" w:rsidR="002A01E6" w:rsidTr="002A01E6" w14:paraId="5FBC245D" w14:textId="77777777">
        <w:tc>
          <w:tcPr>
            <w:tcW w:w="845" w:type="dxa"/>
            <w:vAlign w:val="center"/>
          </w:tcPr>
          <w:p w:rsidRPr="009C54AE" w:rsidR="002A01E6" w:rsidP="002A01E6" w:rsidRDefault="002A01E6" w14:paraId="30DD9798" w14:textId="05255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2A01E6" w:rsidP="002A01E6" w:rsidRDefault="002A01E6" w14:paraId="064A010B" w14:textId="74FA43A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B55">
              <w:rPr>
                <w:rFonts w:ascii="Corbel" w:hAnsi="Corbel"/>
                <w:b w:val="0"/>
                <w:sz w:val="24"/>
                <w:szCs w:val="24"/>
              </w:rPr>
              <w:t>Uzyskanie przez studentów umiejętności wykorzystywania wiedzy wynikającej z diagnozowania procesów i zjawisk społecznych w praktyce pracy socjalnej.</w:t>
            </w:r>
          </w:p>
        </w:tc>
      </w:tr>
      <w:tr w:rsidRPr="009C54AE" w:rsidR="002A01E6" w:rsidTr="002A01E6" w14:paraId="56718347" w14:textId="77777777">
        <w:tc>
          <w:tcPr>
            <w:tcW w:w="845" w:type="dxa"/>
            <w:vAlign w:val="center"/>
          </w:tcPr>
          <w:p w:rsidRPr="009C54AE" w:rsidR="002A01E6" w:rsidP="002A01E6" w:rsidRDefault="002A01E6" w14:paraId="4FCBDDC6" w14:textId="6F56AD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Pr="009C54AE" w:rsidR="002A01E6" w:rsidP="002A01E6" w:rsidRDefault="002A01E6" w14:paraId="64E414CA" w14:textId="4001EF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4418">
              <w:rPr>
                <w:rFonts w:ascii="Corbel" w:hAnsi="Corbel"/>
                <w:b w:val="0"/>
                <w:sz w:val="24"/>
                <w:szCs w:val="24"/>
              </w:rPr>
              <w:t>Zdobycie przez studentów wiedzy na temat współpracy w zespole pracowniczym i tworzenia dokumentacji.</w:t>
            </w:r>
          </w:p>
        </w:tc>
      </w:tr>
    </w:tbl>
    <w:p w:rsidRPr="009C54AE" w:rsidR="0085747A" w:rsidP="009C54AE" w:rsidRDefault="0085747A" w14:paraId="5BC6302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D314D0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76627F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2C057E" w14:paraId="55D824C0" w14:textId="77777777">
        <w:tc>
          <w:tcPr>
            <w:tcW w:w="1681" w:type="dxa"/>
            <w:vAlign w:val="center"/>
          </w:tcPr>
          <w:p w:rsidRPr="009C54AE" w:rsidR="0085747A" w:rsidP="009C54AE" w:rsidRDefault="0085747A" w14:paraId="3517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52D15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D99F1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2C057E" w14:paraId="4744209C" w14:textId="77777777">
        <w:tc>
          <w:tcPr>
            <w:tcW w:w="1681" w:type="dxa"/>
          </w:tcPr>
          <w:p w:rsidRPr="009C54AE" w:rsidR="0085747A" w:rsidP="009C54AE" w:rsidRDefault="0085747A" w14:paraId="6006C379" w14:textId="15947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9C54AE" w:rsidR="0085747A" w:rsidP="0022121D" w:rsidRDefault="0022121D" w14:paraId="7E85DE1B" w14:textId="615314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>normy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zawarte w ustawie o pomocy społecznej oraz innych aktach prawa socjalnego. 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Posiada wiedzę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>, etyczn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 xml:space="preserve"> i reguł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 xml:space="preserve"> organizując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22121D">
              <w:rPr>
                <w:rFonts w:ascii="Corbel" w:hAnsi="Corbel"/>
                <w:b w:val="0"/>
                <w:smallCaps w:val="0"/>
                <w:szCs w:val="24"/>
              </w:rPr>
              <w:t xml:space="preserve"> struktury i instytucje społeczne</w:t>
            </w:r>
            <w:r w:rsidR="002335EC">
              <w:rPr>
                <w:rFonts w:ascii="Corbel" w:hAnsi="Corbel"/>
                <w:b w:val="0"/>
                <w:smallCaps w:val="0"/>
                <w:szCs w:val="24"/>
              </w:rPr>
              <w:t xml:space="preserve"> funkcjonujące w ramach systemu pomocy społecznej stosując przy tym mechanizmy kontroli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Pr="009C54AE" w:rsidR="0085747A" w:rsidP="009C54AE" w:rsidRDefault="0022121D" w14:paraId="70A6BA40" w14:textId="013B4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Pr="009C54AE" w:rsidR="0085747A" w:rsidTr="002C057E" w14:paraId="7950DD22" w14:textId="77777777">
        <w:tc>
          <w:tcPr>
            <w:tcW w:w="1681" w:type="dxa"/>
          </w:tcPr>
          <w:p w:rsidRPr="009C54AE" w:rsidR="0085747A" w:rsidP="009C54AE" w:rsidRDefault="0085747A" w14:paraId="1BA3E8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2C057E" w:rsidRDefault="0022121D" w14:paraId="7A0DCDB9" w14:textId="40F1A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dzięki praktykom zawodowym w sposób właściwy wykorzystywać przydzielone </w:t>
            </w:r>
            <w:r w:rsidRPr="001A0B74" w:rsidR="001A0B74">
              <w:rPr>
                <w:rFonts w:ascii="Corbel" w:hAnsi="Corbel"/>
                <w:b w:val="0"/>
                <w:smallCaps w:val="0"/>
                <w:szCs w:val="24"/>
              </w:rPr>
              <w:t>mu do dyspozycji środki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 xml:space="preserve"> (np. pieniężne i niepieniężne)</w:t>
            </w:r>
            <w:r w:rsidRPr="001A0B74" w:rsidR="001A0B74">
              <w:rPr>
                <w:rFonts w:ascii="Corbel" w:hAnsi="Corbel"/>
                <w:b w:val="0"/>
                <w:smallCaps w:val="0"/>
                <w:szCs w:val="24"/>
              </w:rPr>
              <w:t xml:space="preserve"> w celu wykonywania 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>zadań zawodowych.</w:t>
            </w:r>
          </w:p>
        </w:tc>
        <w:tc>
          <w:tcPr>
            <w:tcW w:w="1865" w:type="dxa"/>
          </w:tcPr>
          <w:p w:rsidRPr="009C54AE" w:rsidR="0085747A" w:rsidP="009C54AE" w:rsidRDefault="0022121D" w14:paraId="7E9A1CD4" w14:textId="64D1E6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A0B74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22121D" w:rsidTr="002C057E" w14:paraId="5CBB80E2" w14:textId="77777777">
        <w:tc>
          <w:tcPr>
            <w:tcW w:w="1681" w:type="dxa"/>
          </w:tcPr>
          <w:p w:rsidRPr="009C54AE" w:rsidR="0022121D" w:rsidP="009C54AE" w:rsidRDefault="0022121D" w14:paraId="06B7FCCF" w14:textId="24AC2A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22121D" w:rsidP="006B4A27" w:rsidRDefault="0022121D" w14:paraId="5B6A34CA" w14:textId="2E6449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45B36"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myśleć w sposób przedsiębiorczy 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planując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działania z zakresu pomocy społecznej</w:t>
            </w:r>
            <w:r w:rsidRPr="002C057E"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posiada zdolność f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>unkcjonowa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w grupach roboczych</w:t>
            </w:r>
            <w:r w:rsidR="006B4A27">
              <w:rPr>
                <w:rFonts w:ascii="Corbel" w:hAnsi="Corbel"/>
                <w:b w:val="0"/>
                <w:smallCaps w:val="0"/>
                <w:szCs w:val="24"/>
              </w:rPr>
              <w:t xml:space="preserve"> czy</w:t>
            </w:r>
            <w:r w:rsidR="002C057E">
              <w:rPr>
                <w:rFonts w:ascii="Corbel" w:hAnsi="Corbel"/>
                <w:b w:val="0"/>
                <w:smallCaps w:val="0"/>
                <w:szCs w:val="24"/>
              </w:rPr>
              <w:t xml:space="preserve"> zespołach interdyscyplinarnych współpracując przy tym z różnorodnymi instytucjami działającymi w sferze socjalnej.</w:t>
            </w:r>
          </w:p>
        </w:tc>
        <w:tc>
          <w:tcPr>
            <w:tcW w:w="1865" w:type="dxa"/>
          </w:tcPr>
          <w:p w:rsidR="0022121D" w:rsidP="009C54AE" w:rsidRDefault="0022121D" w14:paraId="14780DF1" w14:textId="075DF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8C54DC" w:rsidR="002A01E6" w:rsidP="008C54DC" w:rsidRDefault="002A01E6" w14:paraId="5BDFBB2C" w14:textId="7777777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0CAADB61" w14:textId="147B5E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1AEDB1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C1742A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5550C5" w14:paraId="5DAF67E4" w14:textId="77777777">
        <w:tc>
          <w:tcPr>
            <w:tcW w:w="9520" w:type="dxa"/>
          </w:tcPr>
          <w:p w:rsidRPr="005550C5" w:rsidR="0085747A" w:rsidP="009C54AE" w:rsidRDefault="0085747A" w14:paraId="236466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50C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85747A" w:rsidTr="005550C5" w14:paraId="5D9B5906" w14:textId="77777777">
        <w:tc>
          <w:tcPr>
            <w:tcW w:w="9520" w:type="dxa"/>
          </w:tcPr>
          <w:p w:rsidRPr="009C54AE" w:rsidR="0085747A" w:rsidP="009C54AE" w:rsidRDefault="0085747A" w14:paraId="2D31767D" w14:textId="61382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48992E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786937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0D2F69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D0487" w14:paraId="4CB20C88" w14:textId="77777777">
        <w:tc>
          <w:tcPr>
            <w:tcW w:w="9520" w:type="dxa"/>
          </w:tcPr>
          <w:p w:rsidRPr="006D0487" w:rsidR="0085747A" w:rsidP="009C54AE" w:rsidRDefault="0085747A" w14:paraId="784A126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D048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6D0487" w:rsidTr="006D0487" w14:paraId="04DF8E90" w14:textId="77777777">
        <w:tc>
          <w:tcPr>
            <w:tcW w:w="9520" w:type="dxa"/>
          </w:tcPr>
          <w:p w:rsidRPr="009C54AE" w:rsidR="006D0487" w:rsidP="006D0487" w:rsidRDefault="002A01E6" w14:paraId="65979FEF" w14:textId="0E03F0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 o</w:t>
            </w:r>
            <w:r w:rsidRPr="00AD5D66">
              <w:rPr>
                <w:rFonts w:ascii="Corbel" w:hAnsi="Corbel"/>
                <w:sz w:val="24"/>
                <w:szCs w:val="24"/>
              </w:rPr>
              <w:t xml:space="preserve">piekun praktyk 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FA60F7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50503D" w14:paraId="30AC2165" w14:textId="4682EE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9F4610">
        <w:rPr>
          <w:rFonts w:ascii="Corbel" w:hAnsi="Corbel"/>
          <w:smallCaps w:val="0"/>
          <w:szCs w:val="24"/>
        </w:rPr>
        <w:lastRenderedPageBreak/>
        <w:t>3.4 Metody dydaktyczne</w:t>
      </w:r>
      <w:r w:rsidRPr="009C54AE" w:rsidR="009F4610">
        <w:rPr>
          <w:rFonts w:ascii="Corbel" w:hAnsi="Corbel"/>
          <w:b w:val="0"/>
          <w:smallCaps w:val="0"/>
          <w:szCs w:val="24"/>
        </w:rPr>
        <w:t xml:space="preserve"> </w:t>
      </w:r>
    </w:p>
    <w:p w:rsidRPr="008C54DC" w:rsidR="0085747A" w:rsidP="009C54AE" w:rsidRDefault="0085747A" w14:paraId="5689FF60" w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</w:p>
    <w:p w:rsidRPr="008C54DC" w:rsidR="002A01E6" w:rsidP="002A01E6" w:rsidRDefault="002A01E6" w14:paraId="6CAE82B6" w14:textId="0D2DB24F">
      <w:pPr>
        <w:spacing w:after="0" w:line="240" w:lineRule="auto"/>
        <w:rPr>
          <w:rFonts w:ascii="Corbel" w:hAnsi="Corbel"/>
          <w:i/>
          <w:iCs/>
          <w:sz w:val="24"/>
          <w:szCs w:val="24"/>
        </w:rPr>
      </w:pPr>
      <w:r w:rsidRPr="008C54DC">
        <w:rPr>
          <w:rFonts w:ascii="Corbel" w:hAnsi="Corbel"/>
          <w:i/>
          <w:iCs/>
          <w:sz w:val="24"/>
          <w:szCs w:val="24"/>
        </w:rPr>
        <w:t xml:space="preserve">Zajęcia w terenie (praktyka zawodowa w instytucjach z obszaru pomocy społecznej) </w:t>
      </w:r>
      <w:r w:rsidR="008C54DC">
        <w:rPr>
          <w:rFonts w:ascii="Corbel" w:hAnsi="Corbel"/>
          <w:i/>
          <w:iCs/>
          <w:sz w:val="24"/>
          <w:szCs w:val="24"/>
        </w:rPr>
        <w:t xml:space="preserve">Pozostałe </w:t>
      </w:r>
      <w:r w:rsidRPr="008C54DC">
        <w:rPr>
          <w:rFonts w:ascii="Corbel" w:hAnsi="Corbel"/>
          <w:i/>
          <w:iCs/>
          <w:sz w:val="24"/>
          <w:szCs w:val="24"/>
        </w:rPr>
        <w:t>ustala opiekun praktyk w miejscu odbywania praktyki zawodowej.</w:t>
      </w:r>
    </w:p>
    <w:p w:rsidR="00E960BB" w:rsidP="009C54AE" w:rsidRDefault="00E960BB" w14:paraId="5DBCA3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8CDEA0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E986DE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8BD22D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AED74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D0487" w14:paraId="766315A8" w14:textId="77777777">
        <w:tc>
          <w:tcPr>
            <w:tcW w:w="1962" w:type="dxa"/>
            <w:vAlign w:val="center"/>
          </w:tcPr>
          <w:p w:rsidRPr="009C54AE" w:rsidR="0085747A" w:rsidP="009C54AE" w:rsidRDefault="0071620A" w14:paraId="12AD9E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003FE2" w:rsidRDefault="00F974DA" w14:paraId="29B3A0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003FE2" w:rsidRDefault="009F4610" w14:paraId="6B17CB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AD3ED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F3A30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A01E6" w:rsidTr="006D0487" w14:paraId="06BFA00F" w14:textId="77777777">
        <w:tc>
          <w:tcPr>
            <w:tcW w:w="1962" w:type="dxa"/>
          </w:tcPr>
          <w:p w:rsidRPr="009C54AE" w:rsidR="002A01E6" w:rsidP="002A01E6" w:rsidRDefault="002A01E6" w14:paraId="5242BDC0" w14:textId="48A7A0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C54AE" w:rsidR="002A01E6" w:rsidP="008C54DC" w:rsidRDefault="002A01E6" w14:paraId="657641FE" w14:textId="06AA6C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Pr="009C54AE" w:rsidR="002A01E6" w:rsidP="008C54DC" w:rsidRDefault="002A01E6" w14:paraId="04CEA5E9" w14:textId="012230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  <w:tr w:rsidRPr="009C54AE" w:rsidR="002A01E6" w:rsidTr="006D0487" w14:paraId="6AABCCDC" w14:textId="77777777">
        <w:tc>
          <w:tcPr>
            <w:tcW w:w="1962" w:type="dxa"/>
          </w:tcPr>
          <w:p w:rsidRPr="009C54AE" w:rsidR="002A01E6" w:rsidP="002A01E6" w:rsidRDefault="002A01E6" w14:paraId="006C0CB6" w14:textId="2FF6C2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2A01E6" w:rsidP="008C54DC" w:rsidRDefault="002A01E6" w14:paraId="4C304A81" w14:textId="530F50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Pr="009C54AE" w:rsidR="002A01E6" w:rsidP="008C54DC" w:rsidRDefault="002A01E6" w14:paraId="73A70D07" w14:textId="179D58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  <w:tr w:rsidRPr="009C54AE" w:rsidR="002A01E6" w:rsidTr="006D0487" w14:paraId="1C687331" w14:textId="77777777">
        <w:tc>
          <w:tcPr>
            <w:tcW w:w="1962" w:type="dxa"/>
          </w:tcPr>
          <w:p w:rsidRPr="009C54AE" w:rsidR="002A01E6" w:rsidP="002A01E6" w:rsidRDefault="002A01E6" w14:paraId="31AC6F71" w14:textId="287DAF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9C54AE" w:rsidR="002A01E6" w:rsidP="008C54DC" w:rsidRDefault="002A01E6" w14:paraId="3F3C0304" w14:textId="0D9E2D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50AEC">
              <w:rPr>
                <w:rFonts w:ascii="Corbel" w:hAnsi="Corbel"/>
                <w:b w:val="0"/>
                <w:bCs/>
                <w:szCs w:val="24"/>
              </w:rPr>
              <w:t xml:space="preserve">ustala </w:t>
            </w:r>
            <w:r>
              <w:rPr>
                <w:rFonts w:ascii="Corbel" w:hAnsi="Corbel"/>
                <w:b w:val="0"/>
                <w:bCs/>
                <w:szCs w:val="24"/>
              </w:rPr>
              <w:t>o</w:t>
            </w:r>
            <w:r w:rsidRPr="00AD5D66">
              <w:rPr>
                <w:rFonts w:ascii="Corbel" w:hAnsi="Corbel"/>
                <w:b w:val="0"/>
                <w:bCs/>
                <w:szCs w:val="24"/>
              </w:rPr>
              <w:t>piekun praktyk w miejscu odbywania praktyki zawodowej</w:t>
            </w:r>
          </w:p>
        </w:tc>
        <w:tc>
          <w:tcPr>
            <w:tcW w:w="2117" w:type="dxa"/>
          </w:tcPr>
          <w:p w:rsidRPr="009C54AE" w:rsidR="002A01E6" w:rsidP="008C54DC" w:rsidRDefault="002A01E6" w14:paraId="7C4C766F" w14:textId="0A6853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</w:tbl>
    <w:p w:rsidRPr="009C54AE" w:rsidR="00923D7D" w:rsidP="009C54AE" w:rsidRDefault="00923D7D" w14:paraId="5BDF15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858DE3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450E7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3880313" w14:textId="77777777">
        <w:tc>
          <w:tcPr>
            <w:tcW w:w="9670" w:type="dxa"/>
          </w:tcPr>
          <w:p w:rsidRPr="008C54DC" w:rsidR="0050503D" w:rsidP="002A01E6" w:rsidRDefault="008C54DC" w14:paraId="11BE5ECC" w14:textId="3256F24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Warunki zaliczenia praktyk zawodowych:</w:t>
            </w:r>
          </w:p>
          <w:p w:rsidRPr="00426904" w:rsidR="002A01E6" w:rsidP="002A01E6" w:rsidRDefault="002A01E6" w14:paraId="5C42F198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 xml:space="preserve">Warunki formalne: </w:t>
            </w:r>
          </w:p>
          <w:p w:rsidR="002A01E6" w:rsidP="002A01E6" w:rsidRDefault="002A01E6" w14:paraId="0F3B358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6904">
              <w:rPr>
                <w:rFonts w:ascii="Corbel" w:hAnsi="Corbel"/>
                <w:sz w:val="24"/>
                <w:szCs w:val="24"/>
              </w:rPr>
              <w:t xml:space="preserve">1. </w:t>
            </w:r>
            <w:r>
              <w:rPr>
                <w:rFonts w:ascii="Corbel" w:hAnsi="Corbel"/>
                <w:sz w:val="24"/>
                <w:szCs w:val="24"/>
              </w:rPr>
              <w:t>Przekazanie opiekunowi praktyk uzupełnionego podania o przyjęcie na praktykę,  indywidualnego planu praktyk oraz oświadczenia o posiadaniu ubezpieczenia NNW na czas trwania praktyk zawodowych.</w:t>
            </w:r>
          </w:p>
          <w:p w:rsidRPr="00426904" w:rsidR="002A01E6" w:rsidP="002A01E6" w:rsidRDefault="002A01E6" w14:paraId="37FF26B8" w14:textId="7C17A4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426904">
              <w:rPr>
                <w:rFonts w:ascii="Corbel" w:hAnsi="Corbel"/>
                <w:sz w:val="24"/>
                <w:szCs w:val="24"/>
              </w:rPr>
              <w:t>Przedłożenie opiekunowi praktyki ze strony I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Pr="00426904">
              <w:rPr>
                <w:rFonts w:ascii="Corbel" w:hAnsi="Corbel"/>
                <w:sz w:val="24"/>
                <w:szCs w:val="24"/>
              </w:rPr>
              <w:t>S UR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26904">
              <w:rPr>
                <w:rFonts w:ascii="Corbel" w:hAnsi="Corbel"/>
                <w:sz w:val="24"/>
                <w:szCs w:val="24"/>
              </w:rPr>
              <w:t xml:space="preserve"> dziennika praktyki potwierdzonego przez opiekuna praktyki ze strony instytucji z obszaru pomocy społecznej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2690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indywidualnego </w:t>
            </w:r>
            <w:r w:rsidRPr="00426904">
              <w:rPr>
                <w:rFonts w:ascii="Corbel" w:hAnsi="Corbel"/>
                <w:sz w:val="24"/>
                <w:szCs w:val="24"/>
              </w:rPr>
              <w:t>sprawozdania z realizacji praktyk</w:t>
            </w:r>
            <w:r>
              <w:rPr>
                <w:rFonts w:ascii="Corbel" w:hAnsi="Corbel"/>
                <w:sz w:val="24"/>
                <w:szCs w:val="24"/>
              </w:rPr>
              <w:t>, zeszytu uwag i spostrzeżeń oraz podania o zaliczenie praktyk studenckich .</w:t>
            </w:r>
          </w:p>
          <w:p w:rsidRPr="00426904" w:rsidR="002A01E6" w:rsidP="002A01E6" w:rsidRDefault="002A01E6" w14:paraId="527D2E3E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26904">
              <w:rPr>
                <w:rFonts w:ascii="Corbel" w:hAnsi="Corbel"/>
                <w:b/>
                <w:sz w:val="24"/>
                <w:szCs w:val="24"/>
              </w:rPr>
              <w:t>Warunki merytoryczne:</w:t>
            </w:r>
          </w:p>
          <w:p w:rsidRPr="00426904" w:rsidR="002A01E6" w:rsidP="002A01E6" w:rsidRDefault="002A01E6" w14:paraId="2763F2B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6904">
              <w:rPr>
                <w:rFonts w:ascii="Corbel" w:hAnsi="Corbel"/>
                <w:sz w:val="24"/>
                <w:szCs w:val="24"/>
              </w:rPr>
              <w:t>1. Pozytywna opinia opiekuna praktyk ze strony instytucji z obszaru pomocy społecznej odnośnie kompetencji i umiejętności studenta.</w:t>
            </w:r>
          </w:p>
          <w:p w:rsidR="002A01E6" w:rsidP="002A01E6" w:rsidRDefault="002A01E6" w14:paraId="1653A278" w14:textId="32188C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6904">
              <w:rPr>
                <w:rFonts w:ascii="Corbel" w:hAnsi="Corbel"/>
                <w:b w:val="0"/>
                <w:smallCaps w:val="0"/>
                <w:szCs w:val="24"/>
              </w:rPr>
              <w:t>2. Akceptacja przez opiekuna praktyki ze strony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S UR sprawozdania studenta z realizacji 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pozostałych dokumentów</w:t>
            </w:r>
            <w:r w:rsidRPr="004269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A2672" w:rsidR="002A01E6" w:rsidP="002A01E6" w:rsidRDefault="002A01E6" w14:paraId="218C8AD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A2672">
              <w:rPr>
                <w:rFonts w:ascii="Corbel" w:hAnsi="Corbel"/>
                <w:bCs/>
                <w:smallCaps w:val="0"/>
                <w:szCs w:val="24"/>
              </w:rPr>
              <w:t>Skala ocen:</w:t>
            </w:r>
          </w:p>
          <w:p w:rsidR="002A01E6" w:rsidP="002A01E6" w:rsidRDefault="002A01E6" w14:paraId="27B8461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A2672">
              <w:rPr>
                <w:rFonts w:ascii="Corbel" w:hAnsi="Corbel"/>
                <w:bCs/>
                <w:smallCaps w:val="0"/>
                <w:szCs w:val="24"/>
              </w:rPr>
              <w:t>Zal</w:t>
            </w:r>
            <w:proofErr w:type="spellEnd"/>
            <w:r w:rsidRPr="008A2672">
              <w:rPr>
                <w:rFonts w:ascii="Corbel" w:hAnsi="Corbel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student spełnia warunki formalne i merytoryczne.</w:t>
            </w:r>
          </w:p>
          <w:p w:rsidRPr="009C54AE" w:rsidR="0085747A" w:rsidP="002A01E6" w:rsidRDefault="002A01E6" w14:paraId="54FF5C62" w14:textId="636663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A2672">
              <w:rPr>
                <w:rFonts w:ascii="Corbel" w:hAnsi="Corbel"/>
                <w:bCs/>
                <w:smallCaps w:val="0"/>
                <w:szCs w:val="24"/>
              </w:rPr>
              <w:t>Nzal</w:t>
            </w:r>
            <w:proofErr w:type="spellEnd"/>
            <w:r w:rsidRPr="008A2672">
              <w:rPr>
                <w:rFonts w:ascii="Corbel" w:hAnsi="Corbel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student nie spełnia warunków formalnych i/lub merytorycznych.</w:t>
            </w:r>
          </w:p>
        </w:tc>
      </w:tr>
    </w:tbl>
    <w:p w:rsidRPr="009C54AE" w:rsidR="0085747A" w:rsidP="009C54AE" w:rsidRDefault="0085747A" w14:paraId="73EAEA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626F7B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FF953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F4D7C55" w14:textId="77777777">
        <w:tc>
          <w:tcPr>
            <w:tcW w:w="4962" w:type="dxa"/>
            <w:vAlign w:val="center"/>
          </w:tcPr>
          <w:p w:rsidRPr="009C54AE" w:rsidR="0085747A" w:rsidP="009C54AE" w:rsidRDefault="00C61DC5" w14:paraId="4B1023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54125A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173F224" w14:textId="77777777">
        <w:tc>
          <w:tcPr>
            <w:tcW w:w="4962" w:type="dxa"/>
          </w:tcPr>
          <w:p w:rsidRPr="009C54AE" w:rsidR="0085747A" w:rsidP="009C54AE" w:rsidRDefault="00C61DC5" w14:paraId="0AA7C9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267C3B" w:rsidRDefault="00787F0C" w14:paraId="61F6BB15" w14:textId="50142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923D7D" w14:paraId="54B57FBF" w14:textId="77777777">
        <w:tc>
          <w:tcPr>
            <w:tcW w:w="4962" w:type="dxa"/>
          </w:tcPr>
          <w:p w:rsidRPr="009C54AE" w:rsidR="00C61DC5" w:rsidP="009C54AE" w:rsidRDefault="00C61DC5" w14:paraId="681D1C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FEBA5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267C3B" w:rsidRDefault="00267C3B" w14:paraId="4E41FDE1" w14:textId="42FD7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12A8F9FD" w14:textId="77777777">
        <w:tc>
          <w:tcPr>
            <w:tcW w:w="4962" w:type="dxa"/>
          </w:tcPr>
          <w:p w:rsidRPr="009C54AE" w:rsidR="00C61DC5" w:rsidP="009C54AE" w:rsidRDefault="00C61DC5" w14:paraId="65379988" w14:textId="400878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67C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267C3B" w:rsidRDefault="002A01E6" w14:paraId="2109DE7C" w14:textId="28DD8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67C3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06E08365" w14:textId="77777777">
        <w:tc>
          <w:tcPr>
            <w:tcW w:w="4962" w:type="dxa"/>
          </w:tcPr>
          <w:p w:rsidRPr="009C54AE" w:rsidR="0085747A" w:rsidP="009C54AE" w:rsidRDefault="0085747A" w14:paraId="778B28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267C3B" w:rsidRDefault="00267C3B" w14:paraId="30A00B5C" w14:textId="2F9C1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87F0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09BCAB73" w14:textId="77777777">
        <w:tc>
          <w:tcPr>
            <w:tcW w:w="4962" w:type="dxa"/>
          </w:tcPr>
          <w:p w:rsidRPr="009C54AE" w:rsidR="0085747A" w:rsidP="009C54AE" w:rsidRDefault="0085747A" w14:paraId="6E1D6B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67C3B" w:rsidR="0085747A" w:rsidP="00267C3B" w:rsidRDefault="00787F0C" w14:paraId="79A9FF86" w14:textId="5A021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:rsidRPr="009C54AE" w:rsidR="0085747A" w:rsidP="009C54AE" w:rsidRDefault="00923D7D" w14:paraId="260A005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8BAFD5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895CB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5A3052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267C3B" w:rsidTr="00267C3B" w14:paraId="55149FDD" w14:textId="77777777">
        <w:trPr>
          <w:trHeight w:val="397"/>
        </w:trPr>
        <w:tc>
          <w:tcPr>
            <w:tcW w:w="3544" w:type="dxa"/>
          </w:tcPr>
          <w:p w:rsidRPr="009C54AE" w:rsidR="00267C3B" w:rsidP="00267C3B" w:rsidRDefault="00267C3B" w14:paraId="6A099E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267C3B" w:rsidP="00267C3B" w:rsidRDefault="00287595" w14:paraId="60420FC4" w14:textId="5959A4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Pr="009C54AE" w:rsidR="00267C3B" w:rsidTr="00267C3B" w14:paraId="725651FC" w14:textId="77777777">
        <w:trPr>
          <w:trHeight w:val="397"/>
        </w:trPr>
        <w:tc>
          <w:tcPr>
            <w:tcW w:w="3544" w:type="dxa"/>
          </w:tcPr>
          <w:p w:rsidRPr="009C54AE" w:rsidR="00267C3B" w:rsidP="00267C3B" w:rsidRDefault="00267C3B" w14:paraId="1345C4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E4879" w:rsidR="002A01E6" w:rsidP="002A01E6" w:rsidRDefault="002A01E6" w14:paraId="7D93034C" w14:textId="77777777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spacing w:val="-4"/>
                <w:sz w:val="24"/>
                <w:szCs w:val="24"/>
              </w:rPr>
              <w:t>Z</w:t>
            </w:r>
            <w:r w:rsidRPr="007E4879">
              <w:rPr>
                <w:rFonts w:ascii="Corbel" w:hAnsi="Corbel"/>
                <w:spacing w:val="-4"/>
                <w:sz w:val="24"/>
                <w:szCs w:val="24"/>
              </w:rPr>
              <w:t>godne z Regulaminem praktyk na</w:t>
            </w:r>
          </w:p>
          <w:p w:rsidRPr="002A01E6" w:rsidR="00267C3B" w:rsidP="002A01E6" w:rsidRDefault="002A01E6" w14:paraId="4BC5915A" w14:textId="00088538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 w:rsidRPr="007E4879">
              <w:rPr>
                <w:rFonts w:ascii="Corbel" w:hAnsi="Corbel"/>
                <w:spacing w:val="-4"/>
                <w:sz w:val="24"/>
                <w:szCs w:val="24"/>
              </w:rPr>
              <w:t>kierunku praca socjalna</w:t>
            </w:r>
            <w:r>
              <w:rPr>
                <w:rFonts w:ascii="Corbel" w:hAnsi="Corbel"/>
                <w:spacing w:val="-4"/>
                <w:sz w:val="24"/>
                <w:szCs w:val="24"/>
              </w:rPr>
              <w:t>.</w:t>
            </w:r>
          </w:p>
        </w:tc>
      </w:tr>
    </w:tbl>
    <w:p w:rsidRPr="009C54AE" w:rsidR="003E1941" w:rsidP="009C54AE" w:rsidRDefault="003E1941" w14:paraId="74942B5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35010C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1A1AB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267C3B" w:rsidTr="0071620A" w14:paraId="794662D7" w14:textId="77777777">
        <w:trPr>
          <w:trHeight w:val="397"/>
        </w:trPr>
        <w:tc>
          <w:tcPr>
            <w:tcW w:w="7513" w:type="dxa"/>
          </w:tcPr>
          <w:p w:rsidRPr="003154E8" w:rsidR="0050503D" w:rsidP="00267C3B" w:rsidRDefault="00267C3B" w14:paraId="30011700" w14:textId="077637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4E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A01E6" w:rsidR="00267C3B" w:rsidP="002A01E6" w:rsidRDefault="002A01E6" w14:paraId="123AEA97" w14:textId="54626B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E4879">
              <w:rPr>
                <w:rFonts w:ascii="Corbel" w:hAnsi="Corbel"/>
                <w:sz w:val="24"/>
                <w:szCs w:val="24"/>
              </w:rPr>
              <w:t xml:space="preserve">Ustala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piekun praktyk 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9C54AE" w:rsidR="00267C3B" w:rsidTr="0071620A" w14:paraId="7E252A6D" w14:textId="77777777">
        <w:trPr>
          <w:trHeight w:val="397"/>
        </w:trPr>
        <w:tc>
          <w:tcPr>
            <w:tcW w:w="7513" w:type="dxa"/>
          </w:tcPr>
          <w:p w:rsidRPr="00124D56" w:rsidR="0050503D" w:rsidP="00267C3B" w:rsidRDefault="00267C3B" w14:paraId="7B015A85" w14:textId="5D4458C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4D5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2A01E6" w:rsidR="00267C3B" w:rsidP="002A01E6" w:rsidRDefault="002A01E6" w14:paraId="1C4AD6F5" w14:textId="0FFBD6EB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E4879">
              <w:rPr>
                <w:rFonts w:ascii="Corbel" w:hAnsi="Corbel"/>
                <w:sz w:val="24"/>
                <w:szCs w:val="24"/>
              </w:rPr>
              <w:t xml:space="preserve">Ustala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AD5D66">
              <w:rPr>
                <w:rFonts w:ascii="Corbel" w:hAnsi="Corbel"/>
                <w:bCs/>
                <w:sz w:val="24"/>
                <w:szCs w:val="24"/>
              </w:rPr>
              <w:t>piekun praktyk w miejscu odbywania praktyki zawodowej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72D984F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DCFE59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BA8435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50503D">
      <w:footerReference w:type="default" r:id="rId8"/>
      <w:pgSz w:w="11906" w:h="16838" w:orient="portrait"/>
      <w:pgMar w:top="426" w:right="1134" w:bottom="567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80088" w:rsidP="00C16ABF" w:rsidRDefault="00480088" w14:paraId="083F64BA" w14:textId="77777777">
      <w:pPr>
        <w:spacing w:after="0" w:line="240" w:lineRule="auto"/>
      </w:pPr>
      <w:r>
        <w:separator/>
      </w:r>
    </w:p>
  </w:endnote>
  <w:endnote w:type="continuationSeparator" w:id="0">
    <w:p w:rsidR="00480088" w:rsidP="00C16ABF" w:rsidRDefault="00480088" w14:paraId="633FD19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1097966"/>
      <w:docPartObj>
        <w:docPartGallery w:val="Page Numbers (Bottom of Page)"/>
        <w:docPartUnique/>
      </w:docPartObj>
    </w:sdtPr>
    <w:sdtEndPr/>
    <w:sdtContent>
      <w:p w:rsidR="006523F8" w:rsidRDefault="006523F8" w14:paraId="007E02CB" w14:textId="46536D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80088" w:rsidP="00C16ABF" w:rsidRDefault="00480088" w14:paraId="21DC4411" w14:textId="77777777">
      <w:pPr>
        <w:spacing w:after="0" w:line="240" w:lineRule="auto"/>
      </w:pPr>
      <w:r>
        <w:separator/>
      </w:r>
    </w:p>
  </w:footnote>
  <w:footnote w:type="continuationSeparator" w:id="0">
    <w:p w:rsidR="00480088" w:rsidP="00C16ABF" w:rsidRDefault="00480088" w14:paraId="24FDF60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A0A614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0836"/>
    <w:multiLevelType w:val="hybridMultilevel"/>
    <w:tmpl w:val="983CD674"/>
    <w:lvl w:ilvl="0" w:tplc="C72ECD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07993"/>
    <w:multiLevelType w:val="hybridMultilevel"/>
    <w:tmpl w:val="CBF2B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E2"/>
    <w:rsid w:val="000048FD"/>
    <w:rsid w:val="00005D2F"/>
    <w:rsid w:val="000077B4"/>
    <w:rsid w:val="00015B8F"/>
    <w:rsid w:val="00022ECE"/>
    <w:rsid w:val="00024E50"/>
    <w:rsid w:val="00035FA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B74"/>
    <w:rsid w:val="001A70D2"/>
    <w:rsid w:val="001D657B"/>
    <w:rsid w:val="001D7B54"/>
    <w:rsid w:val="001E0209"/>
    <w:rsid w:val="001F2CA2"/>
    <w:rsid w:val="002144C0"/>
    <w:rsid w:val="0022121D"/>
    <w:rsid w:val="0022477D"/>
    <w:rsid w:val="002278A9"/>
    <w:rsid w:val="002335EC"/>
    <w:rsid w:val="002336F9"/>
    <w:rsid w:val="0024028F"/>
    <w:rsid w:val="00244ABC"/>
    <w:rsid w:val="00267C3B"/>
    <w:rsid w:val="00281FF2"/>
    <w:rsid w:val="002857DE"/>
    <w:rsid w:val="00287595"/>
    <w:rsid w:val="00291567"/>
    <w:rsid w:val="002A01E6"/>
    <w:rsid w:val="002A22BF"/>
    <w:rsid w:val="002A2389"/>
    <w:rsid w:val="002A671D"/>
    <w:rsid w:val="002A7777"/>
    <w:rsid w:val="002B4D55"/>
    <w:rsid w:val="002B5EA0"/>
    <w:rsid w:val="002B6119"/>
    <w:rsid w:val="002C057E"/>
    <w:rsid w:val="002C1F06"/>
    <w:rsid w:val="002D3375"/>
    <w:rsid w:val="002D73D4"/>
    <w:rsid w:val="002F02A3"/>
    <w:rsid w:val="002F4ABE"/>
    <w:rsid w:val="003018BA"/>
    <w:rsid w:val="0030395F"/>
    <w:rsid w:val="00305708"/>
    <w:rsid w:val="00305C92"/>
    <w:rsid w:val="003151C5"/>
    <w:rsid w:val="003343CF"/>
    <w:rsid w:val="00346FE9"/>
    <w:rsid w:val="0034759A"/>
    <w:rsid w:val="003503F6"/>
    <w:rsid w:val="003530DD"/>
    <w:rsid w:val="00357AAC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5B36"/>
    <w:rsid w:val="00461EFC"/>
    <w:rsid w:val="0046268F"/>
    <w:rsid w:val="004652C2"/>
    <w:rsid w:val="004706D1"/>
    <w:rsid w:val="00471326"/>
    <w:rsid w:val="0047598D"/>
    <w:rsid w:val="0048008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03D"/>
    <w:rsid w:val="00513B6F"/>
    <w:rsid w:val="00517C63"/>
    <w:rsid w:val="005363C4"/>
    <w:rsid w:val="00536BDE"/>
    <w:rsid w:val="00543ACC"/>
    <w:rsid w:val="005550C5"/>
    <w:rsid w:val="0056696D"/>
    <w:rsid w:val="0059484D"/>
    <w:rsid w:val="005A0855"/>
    <w:rsid w:val="005A133C"/>
    <w:rsid w:val="005A3196"/>
    <w:rsid w:val="005B6F4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3F8"/>
    <w:rsid w:val="00654934"/>
    <w:rsid w:val="006620D9"/>
    <w:rsid w:val="00671958"/>
    <w:rsid w:val="00675843"/>
    <w:rsid w:val="00696477"/>
    <w:rsid w:val="006B4A27"/>
    <w:rsid w:val="006D04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87F0C"/>
    <w:rsid w:val="00790E27"/>
    <w:rsid w:val="007A4022"/>
    <w:rsid w:val="007A6E6E"/>
    <w:rsid w:val="007C158C"/>
    <w:rsid w:val="007C3299"/>
    <w:rsid w:val="007C3BCC"/>
    <w:rsid w:val="007C4546"/>
    <w:rsid w:val="007D2B0C"/>
    <w:rsid w:val="007D6E56"/>
    <w:rsid w:val="007F4155"/>
    <w:rsid w:val="0081554D"/>
    <w:rsid w:val="0081707E"/>
    <w:rsid w:val="008349C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DC"/>
    <w:rsid w:val="008D3DFB"/>
    <w:rsid w:val="008E64F4"/>
    <w:rsid w:val="008F12C9"/>
    <w:rsid w:val="008F6E29"/>
    <w:rsid w:val="00914FE3"/>
    <w:rsid w:val="00916188"/>
    <w:rsid w:val="00923D7D"/>
    <w:rsid w:val="00936482"/>
    <w:rsid w:val="009508DF"/>
    <w:rsid w:val="00950DAC"/>
    <w:rsid w:val="00954A07"/>
    <w:rsid w:val="0099042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4AC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A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15B"/>
    <w:rsid w:val="00D608D1"/>
    <w:rsid w:val="00D74119"/>
    <w:rsid w:val="00D8075B"/>
    <w:rsid w:val="00D8678B"/>
    <w:rsid w:val="00DA2114"/>
    <w:rsid w:val="00DE09C0"/>
    <w:rsid w:val="00DE4A14"/>
    <w:rsid w:val="00DF154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09E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96CA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14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14A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114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4A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114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4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7b5d35a751194687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2be16-a84c-40f8-9876-c5ca24cd9852}"/>
      </w:docPartPr>
      <w:docPartBody>
        <w:p w14:paraId="0E09E4B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E1B508-EF9A-4FE9-8F05-CB9D53FD3B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86DC99-8D3F-4A85-981D-AC252CD3630D}"/>
</file>

<file path=customXml/itemProps3.xml><?xml version="1.0" encoding="utf-8"?>
<ds:datastoreItem xmlns:ds="http://schemas.openxmlformats.org/officeDocument/2006/customXml" ds:itemID="{5C84FEAD-3FC4-44B3-966A-99FE65D1C58D}"/>
</file>

<file path=customXml/itemProps4.xml><?xml version="1.0" encoding="utf-8"?>
<ds:datastoreItem xmlns:ds="http://schemas.openxmlformats.org/officeDocument/2006/customXml" ds:itemID="{F47698E6-6268-4B73-88C9-AB4049C173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16</cp:revision>
  <cp:lastPrinted>2019-02-06T12:12:00Z</cp:lastPrinted>
  <dcterms:created xsi:type="dcterms:W3CDTF">2020-11-12T10:00:00Z</dcterms:created>
  <dcterms:modified xsi:type="dcterms:W3CDTF">2021-09-21T17:46:18Z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